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A735AC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D2B0C">
        <w:rPr>
          <w:rFonts w:ascii="Corbel" w:hAnsi="Corbel"/>
          <w:i/>
          <w:smallCaps/>
          <w:sz w:val="24"/>
          <w:szCs w:val="24"/>
        </w:rPr>
        <w:t>20</w:t>
      </w:r>
      <w:r w:rsidR="00DF1546">
        <w:rPr>
          <w:rFonts w:ascii="Corbel" w:hAnsi="Corbel"/>
          <w:i/>
          <w:smallCaps/>
          <w:sz w:val="24"/>
          <w:szCs w:val="24"/>
        </w:rPr>
        <w:t>20</w:t>
      </w:r>
      <w:r w:rsidR="007D2B0C">
        <w:rPr>
          <w:rFonts w:ascii="Corbel" w:hAnsi="Corbel"/>
          <w:i/>
          <w:smallCaps/>
          <w:sz w:val="24"/>
          <w:szCs w:val="24"/>
        </w:rPr>
        <w:t>-202</w:t>
      </w:r>
      <w:r w:rsidR="00DF1546">
        <w:rPr>
          <w:rFonts w:ascii="Corbel" w:hAnsi="Corbel"/>
          <w:i/>
          <w:smallCaps/>
          <w:sz w:val="24"/>
          <w:szCs w:val="24"/>
        </w:rPr>
        <w:t>3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08B885E5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7D2B0C">
        <w:rPr>
          <w:rFonts w:ascii="Corbel" w:hAnsi="Corbel"/>
          <w:sz w:val="20"/>
          <w:szCs w:val="20"/>
        </w:rPr>
        <w:t>202</w:t>
      </w:r>
      <w:r w:rsidR="00DF1546">
        <w:rPr>
          <w:rFonts w:ascii="Corbel" w:hAnsi="Corbel"/>
          <w:sz w:val="20"/>
          <w:szCs w:val="20"/>
        </w:rPr>
        <w:t>1</w:t>
      </w:r>
      <w:r w:rsidR="007D2B0C">
        <w:rPr>
          <w:rFonts w:ascii="Corbel" w:hAnsi="Corbel"/>
          <w:sz w:val="20"/>
          <w:szCs w:val="20"/>
        </w:rPr>
        <w:t>/202</w:t>
      </w:r>
      <w:r w:rsidR="00DF1546">
        <w:rPr>
          <w:rFonts w:ascii="Corbel" w:hAnsi="Corbel"/>
          <w:sz w:val="20"/>
          <w:szCs w:val="20"/>
        </w:rPr>
        <w:t>2 oraz 2022/2023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7D2B0C" w:rsidTr="503C375E" w14:paraId="64BAD149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3D36D2F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</w:p>
        </w:tc>
      </w:tr>
      <w:tr xmlns:wp14="http://schemas.microsoft.com/office/word/2010/wordml" w:rsidRPr="009C54AE" w:rsidR="007D2B0C" w:rsidTr="503C375E" w14:paraId="435578B6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731B915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P1S[4-5]</w:t>
            </w:r>
            <w:r w:rsidRPr="00166A50">
              <w:rPr>
                <w:rFonts w:ascii="Corbel" w:hAnsi="Corbel"/>
                <w:b w:val="0"/>
                <w:bCs/>
                <w:sz w:val="24"/>
                <w:szCs w:val="24"/>
              </w:rPr>
              <w:t>O_06</w:t>
            </w:r>
          </w:p>
        </w:tc>
      </w:tr>
      <w:tr xmlns:wp14="http://schemas.microsoft.com/office/word/2010/wordml" w:rsidRPr="009C54AE" w:rsidR="007D2B0C" w:rsidTr="503C375E" w14:paraId="73FFE728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6EA0F7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9C54AE" w:rsidR="007D2B0C" w:rsidTr="503C375E" w14:paraId="0AEA36E1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6A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7D2B0C" w:rsidTr="503C375E" w14:paraId="4DAAD0C5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7D2B0C" w:rsidTr="503C375E" w14:paraId="1CF479FC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7D2B0C" w:rsidTr="503C375E" w14:paraId="3A488BE5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7D2B0C" w:rsidTr="503C375E" w14:paraId="5C70B2EB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5B6F40" w:rsidR="007D2B0C" w:rsidTr="503C375E" w14:paraId="5ED1679A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BD7508" w:rsidR="007D2B0C" w:rsidP="00BD7508" w:rsidRDefault="007D2B0C" w14:paraId="1F2BB5B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508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Pr="00BD7508" w:rsidR="005B6F40">
              <w:rPr>
                <w:rFonts w:ascii="Corbel" w:hAnsi="Corbel"/>
                <w:b w:val="0"/>
                <w:color w:val="FF0000"/>
                <w:sz w:val="24"/>
                <w:szCs w:val="24"/>
              </w:rPr>
              <w:t xml:space="preserve"> </w:t>
            </w:r>
            <w:r w:rsidRPr="00BD7508" w:rsidR="00BD750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semestr IV, Rok 3 s</w:t>
            </w:r>
            <w:r w:rsidR="00BD750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emestr V</w:t>
            </w:r>
          </w:p>
        </w:tc>
      </w:tr>
      <w:tr xmlns:wp14="http://schemas.microsoft.com/office/word/2010/wordml" w:rsidRPr="009C54AE" w:rsidR="007D2B0C" w:rsidTr="503C375E" w14:paraId="5C0A4B7F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53A4BF8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7D2B0C" w:rsidTr="503C375E" w14:paraId="48BEAB5C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  <w:bookmarkStart w:name="_GoBack" w:id="0"/>
            <w:bookmarkEnd w:id="0"/>
          </w:p>
        </w:tc>
      </w:tr>
      <w:tr xmlns:wp14="http://schemas.microsoft.com/office/word/2010/wordml" w:rsidRPr="009C54AE" w:rsidR="007D2B0C" w:rsidTr="503C375E" w14:paraId="3C10265F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503C375E" w:rsidRDefault="007D2B0C" w14:paraId="612F9557" wp14:textId="2908944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03C375E" w:rsidR="007D2B0C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  <w:tr xmlns:wp14="http://schemas.microsoft.com/office/word/2010/wordml" w:rsidRPr="009C54AE" w:rsidR="007D2B0C" w:rsidTr="503C375E" w14:paraId="013E46E4" wp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2A01E6" w14:paraId="7967C62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name="_Hlk55891344" w:id="1"/>
            <w:r w:rsidRPr="002A01E6">
              <w:rPr>
                <w:rFonts w:ascii="Corbel" w:hAnsi="Corbel"/>
                <w:b w:val="0"/>
                <w:sz w:val="24"/>
                <w:szCs w:val="24"/>
              </w:rPr>
              <w:t>Opiekun praktyk w miejscu odbywania praktyki zawodowej</w:t>
            </w:r>
            <w:bookmarkEnd w:id="1"/>
          </w:p>
        </w:tc>
      </w:tr>
    </w:tbl>
    <w:p xmlns:wp14="http://schemas.microsoft.com/office/word/2010/wordml" w:rsidRPr="009C54AE" w:rsidR="00923D7D" w:rsidP="006D0487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005D2F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05D2F" w:rsidTr="00005D2F" w14:paraId="7ECDE9D5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05D2F" w:rsidP="00005D2F" w:rsidRDefault="00005D2F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5AA05B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005D2F" w:rsidTr="00005D2F" w14:paraId="48C76E54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05D2F" w:rsidP="00005D2F" w:rsidRDefault="00005D2F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3AC2E41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9D9AC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2A9CB6E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A5B70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6DF7B9A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41ED30F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798B00B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005D2F" w:rsidRDefault="00923D7D" w14:paraId="5DAB6C7B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85747A" w:rsidP="00F83B28" w:rsidRDefault="0085747A" w14:paraId="47C316DF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5D2F">
        <w:rPr>
          <w:rFonts w:hint="eastAsia" w:ascii="MS Gothic" w:hAnsi="MS Gothic" w:eastAsia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2A01E6" w:rsidP="00F83B28" w:rsidRDefault="002A01E6" w14:paraId="02EB378F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5C49792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A05A80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005D2F" w:rsidP="00005D2F" w:rsidRDefault="00005D2F" w14:paraId="5A39BBE3" wp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xmlns:wp14="http://schemas.microsoft.com/office/word/2010/wordml" w:rsidR="00E960BB" w:rsidP="00005D2F" w:rsidRDefault="00005D2F" w14:paraId="2EF9DA23" wp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C3EDD">
        <w:rPr>
          <w:rFonts w:ascii="Corbel" w:hAnsi="Corbel"/>
          <w:bCs/>
          <w:szCs w:val="24"/>
        </w:rPr>
        <w:t>zaliczenie bez oceny</w:t>
      </w:r>
    </w:p>
    <w:p xmlns:wp14="http://schemas.microsoft.com/office/word/2010/wordml" w:rsidRPr="00005D2F" w:rsidR="00005D2F" w:rsidP="00005D2F" w:rsidRDefault="00005D2F" w14:paraId="41C8F396" wp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61FB5882" wp14:textId="77777777">
        <w:tc>
          <w:tcPr>
            <w:tcW w:w="9670" w:type="dxa"/>
          </w:tcPr>
          <w:p w:rsidRPr="009C54AE" w:rsidR="0085747A" w:rsidP="00005D2F" w:rsidRDefault="002A01E6" w14:paraId="2D941DB0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01E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Ustalane przez opiekuna praktyk w miejscu odbywania praktyki zawodowej.</w:t>
            </w:r>
          </w:p>
        </w:tc>
      </w:tr>
    </w:tbl>
    <w:p xmlns:wp14="http://schemas.microsoft.com/office/word/2010/wordml" w:rsidR="00153C41" w:rsidP="009C54AE" w:rsidRDefault="00153C41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E27B00A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2A01E6" w:rsidTr="002A01E6" w14:paraId="34A5302A" wp14:textId="77777777">
        <w:tc>
          <w:tcPr>
            <w:tcW w:w="845" w:type="dxa"/>
            <w:vAlign w:val="center"/>
          </w:tcPr>
          <w:p w:rsidRPr="009C54AE" w:rsidR="002A01E6" w:rsidP="002A01E6" w:rsidRDefault="002A01E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3ABCA4EF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umożliwiającej rozróżnianie struktury i zakresu działania poszczególnych instytucji </w:t>
            </w:r>
            <w:r>
              <w:rPr>
                <w:rFonts w:ascii="Corbel" w:hAnsi="Corbel"/>
                <w:b w:val="0"/>
                <w:sz w:val="24"/>
                <w:szCs w:val="24"/>
              </w:rPr>
              <w:t>pomocy społecznej.</w:t>
            </w:r>
          </w:p>
        </w:tc>
      </w:tr>
      <w:tr xmlns:wp14="http://schemas.microsoft.com/office/word/2010/wordml" w:rsidRPr="009C54AE" w:rsidR="002A01E6" w:rsidTr="002A01E6" w14:paraId="42B6C53E" wp14:textId="77777777">
        <w:tc>
          <w:tcPr>
            <w:tcW w:w="845" w:type="dxa"/>
            <w:vAlign w:val="center"/>
          </w:tcPr>
          <w:p w:rsidRPr="009C54AE" w:rsidR="002A01E6" w:rsidP="002A01E6" w:rsidRDefault="002A01E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38ED43BF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>Uzyskanie przez studentów umiejętności wykorzystywania wiedzy wynikającej z diagnozowania procesów i zjawisk społecznych w praktyce pracy socjalnej.</w:t>
            </w:r>
          </w:p>
        </w:tc>
      </w:tr>
      <w:tr xmlns:wp14="http://schemas.microsoft.com/office/word/2010/wordml" w:rsidRPr="009C54AE" w:rsidR="002A01E6" w:rsidTr="002A01E6" w14:paraId="76719AC9" wp14:textId="77777777">
        <w:tc>
          <w:tcPr>
            <w:tcW w:w="845" w:type="dxa"/>
            <w:vAlign w:val="center"/>
          </w:tcPr>
          <w:p w:rsidRPr="009C54AE" w:rsidR="002A01E6" w:rsidP="002A01E6" w:rsidRDefault="002A01E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38C54107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4418">
              <w:rPr>
                <w:rFonts w:ascii="Corbel" w:hAnsi="Corbel"/>
                <w:b w:val="0"/>
                <w:sz w:val="24"/>
                <w:szCs w:val="24"/>
              </w:rPr>
              <w:t>Zdobycie przez studentów wiedzy na temat współpracy w zespole pracowniczym i tworzenia dokumentacji.</w:t>
            </w:r>
          </w:p>
        </w:tc>
      </w:tr>
    </w:tbl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4EAFD9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2C057E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2C057E" w14:paraId="22FB672E" wp14:textId="77777777">
        <w:tc>
          <w:tcPr>
            <w:tcW w:w="1681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22121D" w:rsidRDefault="0022121D" w14:paraId="3E23669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normy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zawarte w ustawie o pomocy społecznej oraz innych aktach prawa socjalnego. Zna zasady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zawodowe, etyczne i reguły organizujące struktury i instytucje społeczne działające na rzecz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pomocy 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Student zna zasady podejmowania kontroli społecznej swoich podopiecznych z zachowaniem etyki zawodu pracownika socjalnego. </w:t>
            </w:r>
          </w:p>
        </w:tc>
        <w:tc>
          <w:tcPr>
            <w:tcW w:w="1865" w:type="dxa"/>
          </w:tcPr>
          <w:p w:rsidRPr="009C54AE" w:rsidR="0085747A" w:rsidP="009C54AE" w:rsidRDefault="0022121D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85747A" w:rsidTr="002C057E" w14:paraId="58D241BD" wp14:textId="77777777">
        <w:tc>
          <w:tcPr>
            <w:tcW w:w="168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2C057E" w:rsidRDefault="0022121D" w14:paraId="790FAB2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dzięki praktykom zawodowym w sposób właściwy wykorzystywać przydzielone </w:t>
            </w:r>
            <w:r w:rsidRPr="001A0B74" w:rsidR="001A0B74">
              <w:rPr>
                <w:rFonts w:ascii="Corbel" w:hAnsi="Corbel"/>
                <w:b w:val="0"/>
                <w:smallCaps w:val="0"/>
                <w:szCs w:val="24"/>
              </w:rPr>
              <w:t xml:space="preserve">mu do dyspozycji środki w celu wykonywania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zadań zawodowych.</w:t>
            </w:r>
          </w:p>
        </w:tc>
        <w:tc>
          <w:tcPr>
            <w:tcW w:w="1865" w:type="dxa"/>
          </w:tcPr>
          <w:p w:rsidRPr="009C54AE" w:rsidR="0085747A" w:rsidP="009C54AE" w:rsidRDefault="0022121D" w14:paraId="1A5D6D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A0B74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xmlns:wp14="http://schemas.microsoft.com/office/word/2010/wordml" w:rsidRPr="009C54AE" w:rsidR="0022121D" w:rsidTr="002C057E" w14:paraId="4C2B7027" wp14:textId="77777777">
        <w:tc>
          <w:tcPr>
            <w:tcW w:w="1681" w:type="dxa"/>
          </w:tcPr>
          <w:p w:rsidRPr="009C54AE" w:rsidR="0022121D" w:rsidP="009C54AE" w:rsidRDefault="0022121D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22121D" w:rsidP="006B4A27" w:rsidRDefault="0022121D" w14:paraId="2671C35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potrafi myśleć w sposób przedsiębiorczy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planując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działania z zakresu pomocy społecznej</w:t>
            </w:r>
            <w:r w:rsidRPr="002C057E"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posiada zdolność f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unkcjonowa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w grupach roboczych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zespołach interdyscyplinarnych współpracując przy tym z różnorodnymi instytucjami działającymi w sferze socjalnej.</w:t>
            </w:r>
          </w:p>
        </w:tc>
        <w:tc>
          <w:tcPr>
            <w:tcW w:w="1865" w:type="dxa"/>
          </w:tcPr>
          <w:p w:rsidR="0022121D" w:rsidP="009C54AE" w:rsidRDefault="0022121D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2A01E6" w:rsidP="009C54AE" w:rsidRDefault="002A01E6" w14:paraId="3DEEC669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656B9AB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5550C5" w14:paraId="587EA2A8" wp14:textId="77777777">
        <w:tc>
          <w:tcPr>
            <w:tcW w:w="9520" w:type="dxa"/>
          </w:tcPr>
          <w:p w:rsidRPr="005550C5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50C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5550C5" w14:paraId="781E6FF2" wp14:textId="77777777">
        <w:tc>
          <w:tcPr>
            <w:tcW w:w="9520" w:type="dxa"/>
          </w:tcPr>
          <w:p w:rsidRPr="009C54AE" w:rsidR="0085747A" w:rsidP="009C54AE" w:rsidRDefault="005550C5" w14:paraId="6A595F49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45FB0818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049F31CB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6D0487" w14:paraId="55225495" wp14:textId="77777777">
        <w:tc>
          <w:tcPr>
            <w:tcW w:w="9520" w:type="dxa"/>
          </w:tcPr>
          <w:p w:rsidRPr="006D0487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D048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6D0487" w:rsidTr="006D0487" w14:paraId="552DFD05" wp14:textId="77777777">
        <w:tc>
          <w:tcPr>
            <w:tcW w:w="9520" w:type="dxa"/>
          </w:tcPr>
          <w:p w:rsidRPr="009C54AE" w:rsidR="006D0487" w:rsidP="006D0487" w:rsidRDefault="002A01E6" w14:paraId="7365D69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 o</w:t>
            </w:r>
            <w:r w:rsidRPr="00AD5D66">
              <w:rPr>
                <w:rFonts w:ascii="Corbel" w:hAnsi="Corbel"/>
                <w:sz w:val="24"/>
                <w:szCs w:val="24"/>
              </w:rPr>
              <w:t xml:space="preserve">piekun praktyk 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E235FE" w:rsidR="002A01E6" w:rsidP="002A01E6" w:rsidRDefault="002A01E6" w14:paraId="7DB8DF06" wp14:textId="77777777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E235FE">
        <w:rPr>
          <w:rFonts w:ascii="Corbel" w:hAnsi="Corbel"/>
          <w:b/>
          <w:bCs/>
          <w:sz w:val="24"/>
          <w:szCs w:val="24"/>
        </w:rPr>
        <w:t>Zajęcia w terenie (praktyka zawodowa w instytucjach z obszaru pomocy społecznej)</w:t>
      </w:r>
      <w:r>
        <w:rPr>
          <w:rFonts w:ascii="Corbel" w:hAnsi="Corbel"/>
          <w:b/>
          <w:bCs/>
          <w:sz w:val="24"/>
          <w:szCs w:val="24"/>
        </w:rPr>
        <w:t xml:space="preserve"> ustala o</w:t>
      </w:r>
      <w:r w:rsidRPr="00AD5D66">
        <w:rPr>
          <w:rFonts w:ascii="Corbel" w:hAnsi="Corbel"/>
          <w:b/>
          <w:bCs/>
          <w:sz w:val="24"/>
          <w:szCs w:val="24"/>
        </w:rPr>
        <w:t>piekun praktyk w miejscu odbywania praktyki zawodowej</w:t>
      </w:r>
      <w:r>
        <w:rPr>
          <w:rFonts w:ascii="Corbel" w:hAnsi="Corbel"/>
          <w:b/>
          <w:bCs/>
          <w:sz w:val="24"/>
          <w:szCs w:val="24"/>
        </w:rPr>
        <w:t>.</w:t>
      </w:r>
    </w:p>
    <w:p xmlns:wp14="http://schemas.microsoft.com/office/word/2010/wordml" w:rsidR="00E960BB" w:rsidP="009C54AE" w:rsidRDefault="00E960BB" w14:paraId="4B99056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299C43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6D0487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003FE2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03FE2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2A01E6" w:rsidTr="006D0487" w14:paraId="4ACD598C" wp14:textId="77777777">
        <w:tc>
          <w:tcPr>
            <w:tcW w:w="1962" w:type="dxa"/>
          </w:tcPr>
          <w:p w:rsidRPr="009C54AE" w:rsidR="002A01E6" w:rsidP="002A01E6" w:rsidRDefault="002A01E6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2A01E6" w:rsidP="002A01E6" w:rsidRDefault="002A01E6" w14:paraId="3F10E06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2A01E6" w:rsidRDefault="002A01E6" w14:paraId="500DFA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xmlns:wp14="http://schemas.microsoft.com/office/word/2010/wordml" w:rsidRPr="009C54AE" w:rsidR="002A01E6" w:rsidTr="006D0487" w14:paraId="4C7108CC" wp14:textId="77777777">
        <w:tc>
          <w:tcPr>
            <w:tcW w:w="1962" w:type="dxa"/>
          </w:tcPr>
          <w:p w:rsidRPr="009C54AE" w:rsidR="002A01E6" w:rsidP="002A01E6" w:rsidRDefault="002A01E6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2A01E6" w:rsidP="002A01E6" w:rsidRDefault="002A01E6" w14:paraId="603B2A5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2A01E6" w:rsidRDefault="002A01E6" w14:paraId="4E1D7D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xmlns:wp14="http://schemas.microsoft.com/office/word/2010/wordml" w:rsidRPr="009C54AE" w:rsidR="002A01E6" w:rsidTr="006D0487" w14:paraId="4BBFBA13" wp14:textId="77777777">
        <w:tc>
          <w:tcPr>
            <w:tcW w:w="1962" w:type="dxa"/>
          </w:tcPr>
          <w:p w:rsidRPr="009C54AE" w:rsidR="002A01E6" w:rsidP="002A01E6" w:rsidRDefault="002A01E6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2A01E6" w:rsidP="002A01E6" w:rsidRDefault="002A01E6" w14:paraId="7EB3896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2A01E6" w:rsidRDefault="002A01E6" w14:paraId="06650C8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xmlns:wp14="http://schemas.microsoft.com/office/word/2010/wordml" w:rsidRPr="009C54AE" w:rsidR="002A01E6" w:rsidTr="006D0487" w14:paraId="5F10664B" wp14:textId="77777777">
        <w:tc>
          <w:tcPr>
            <w:tcW w:w="1962" w:type="dxa"/>
          </w:tcPr>
          <w:p w:rsidRPr="009C54AE" w:rsidR="002A01E6" w:rsidP="002A01E6" w:rsidRDefault="002A01E6" w14:paraId="61ADB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2A01E6" w:rsidP="002A01E6" w:rsidRDefault="002A01E6" w14:paraId="74D7883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2A01E6" w:rsidRDefault="002A01E6" w14:paraId="5DCA62A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xmlns:wp14="http://schemas.microsoft.com/office/word/2010/wordml" w:rsidRPr="009C54AE" w:rsidR="00923D7D" w:rsidP="009C54AE" w:rsidRDefault="00923D7D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3CF2D8B6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60520596" wp14:textId="77777777">
        <w:tc>
          <w:tcPr>
            <w:tcW w:w="9670" w:type="dxa"/>
          </w:tcPr>
          <w:p w:rsidR="002A01E6" w:rsidP="002A01E6" w:rsidRDefault="002A01E6" w14:paraId="2B8FE5CA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REALIZACJA PRAKTYK ZAWODOWYCH</w:t>
            </w:r>
          </w:p>
          <w:p w:rsidRPr="00426904" w:rsidR="002A01E6" w:rsidP="002A01E6" w:rsidRDefault="002A01E6" w14:paraId="57232056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 xml:space="preserve">Warunki formalne: </w:t>
            </w:r>
          </w:p>
          <w:p w:rsidR="002A01E6" w:rsidP="002A01E6" w:rsidRDefault="002A01E6" w14:paraId="29AACA0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 xml:space="preserve">1. </w:t>
            </w:r>
            <w:r>
              <w:rPr>
                <w:rFonts w:ascii="Corbel" w:hAnsi="Corbel"/>
                <w:sz w:val="24"/>
                <w:szCs w:val="24"/>
              </w:rPr>
              <w:t>Przekazanie opiekunowi praktyk uzupełnionego podania o przyjęcie na praktykę,  indywidualnego planu praktyk oraz oświadczenia o posiadaniu ubezpieczenia NNW na czas trwania praktyk zawodowych.</w:t>
            </w:r>
          </w:p>
          <w:p w:rsidR="002A01E6" w:rsidP="002A01E6" w:rsidRDefault="002A01E6" w14:paraId="75196DA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26904">
              <w:rPr>
                <w:rFonts w:ascii="Corbel" w:hAnsi="Corbel"/>
                <w:sz w:val="24"/>
                <w:szCs w:val="24"/>
              </w:rPr>
              <w:t>Przedłożenie opiekunowi praktyki ze strony I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Pr="00426904">
              <w:rPr>
                <w:rFonts w:ascii="Corbel" w:hAnsi="Corbel"/>
                <w:sz w:val="24"/>
                <w:szCs w:val="24"/>
              </w:rPr>
              <w:t>S UR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26904">
              <w:rPr>
                <w:rFonts w:ascii="Corbel" w:hAnsi="Corbel"/>
                <w:sz w:val="24"/>
                <w:szCs w:val="24"/>
              </w:rPr>
              <w:t xml:space="preserve"> dziennika praktyki potwierdzonego przez opiekuna praktyki ze strony instytucji z obszaru pomocy społecznej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2690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indywidualnego </w:t>
            </w:r>
            <w:r w:rsidRPr="00426904">
              <w:rPr>
                <w:rFonts w:ascii="Corbel" w:hAnsi="Corbel"/>
                <w:sz w:val="24"/>
                <w:szCs w:val="24"/>
              </w:rPr>
              <w:t>sprawozdania z realizacji praktyk</w:t>
            </w:r>
            <w:r>
              <w:rPr>
                <w:rFonts w:ascii="Corbel" w:hAnsi="Corbel"/>
                <w:sz w:val="24"/>
                <w:szCs w:val="24"/>
              </w:rPr>
              <w:t>, zeszytu uwag i spostrzeżeń oraz podania o zaliczenie praktyk studenckich .</w:t>
            </w:r>
          </w:p>
          <w:p w:rsidRPr="00426904" w:rsidR="002A01E6" w:rsidP="002A01E6" w:rsidRDefault="002A01E6" w14:paraId="0FB78278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426904" w:rsidR="002A01E6" w:rsidP="002A01E6" w:rsidRDefault="002A01E6" w14:paraId="4DB10642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>Warunki merytoryczne:</w:t>
            </w:r>
          </w:p>
          <w:p w:rsidRPr="00426904" w:rsidR="002A01E6" w:rsidP="002A01E6" w:rsidRDefault="002A01E6" w14:paraId="0433FF3A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>1. Pozytywna opinia opiekuna praktyk ze strony instytucji z obszaru pomocy społecznej odnośnie kompetencji i umiejętności studenta.</w:t>
            </w:r>
          </w:p>
          <w:p w:rsidR="002A01E6" w:rsidP="002A01E6" w:rsidRDefault="002A01E6" w14:paraId="02D1C89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6904">
              <w:rPr>
                <w:rFonts w:ascii="Corbel" w:hAnsi="Corbel"/>
                <w:b w:val="0"/>
                <w:smallCaps w:val="0"/>
                <w:szCs w:val="24"/>
              </w:rPr>
              <w:t>2. Akceptacja przez opiekuna praktyki ze strony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S UR sprawozdania studenta z realizacji 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pozostałych dokumentów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A01E6" w:rsidP="002A01E6" w:rsidRDefault="002A01E6" w14:paraId="1FC3994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E6" w:rsidP="002A01E6" w:rsidRDefault="002A01E6" w14:paraId="0246792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67C49">
              <w:rPr>
                <w:rFonts w:ascii="Corbel" w:hAnsi="Corbel"/>
                <w:bCs/>
                <w:smallCaps w:val="0"/>
                <w:szCs w:val="24"/>
              </w:rPr>
              <w:t>ZWOLNIENIE Z PRAKTYK ZAWODOWYCH</w:t>
            </w:r>
          </w:p>
          <w:p w:rsidRPr="00426904" w:rsidR="002A01E6" w:rsidP="002A01E6" w:rsidRDefault="002A01E6" w14:paraId="74F7156C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 xml:space="preserve">Warunki formalne: </w:t>
            </w:r>
          </w:p>
          <w:p w:rsidR="002A01E6" w:rsidP="002A01E6" w:rsidRDefault="002A01E6" w14:paraId="32B40DB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67C49">
              <w:rPr>
                <w:rFonts w:ascii="Corbel" w:hAnsi="Corbel"/>
                <w:b w:val="0"/>
                <w:smallCaps w:val="0"/>
                <w:szCs w:val="24"/>
              </w:rPr>
              <w:t>Przedłożenie opiekunowi praktyki ze strony INS UR: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podania o zaliczenie praktyk zawodowych oraz zaświadczenia o zatrudnieniu, odbyciu wolontariatu lub stażu z zakresu pomocy społecznej. Opracowanie przez opiekuna praktyk dziennika praktyk dla osób zwolnionych z odbywania praktyk zawodowych.</w:t>
            </w:r>
          </w:p>
          <w:p w:rsidR="002A01E6" w:rsidP="002A01E6" w:rsidRDefault="002A01E6" w14:paraId="0562CB0E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Pr="00426904" w:rsidR="002A01E6" w:rsidP="002A01E6" w:rsidRDefault="002A01E6" w14:paraId="659FB915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>Warunki merytoryczne:</w:t>
            </w:r>
          </w:p>
          <w:p w:rsidRPr="00167C49" w:rsidR="002A01E6" w:rsidP="002A01E6" w:rsidRDefault="002A01E6" w14:paraId="42715CE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1.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 xml:space="preserve"> Akceptacja przez opiekuna praktyki ze strony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S 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podania o zaliczenie praktyk zawodowych  oraz stosownego zaświadczenia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A01E6" w:rsidP="002A01E6" w:rsidRDefault="002A01E6" w14:paraId="34CE0A4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8A2672" w:rsidR="002A01E6" w:rsidP="002A01E6" w:rsidRDefault="002A01E6" w14:paraId="1E916BA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A2672">
              <w:rPr>
                <w:rFonts w:ascii="Corbel" w:hAnsi="Corbel"/>
                <w:bCs/>
                <w:smallCaps w:val="0"/>
                <w:szCs w:val="24"/>
              </w:rPr>
              <w:t>Skala ocen:</w:t>
            </w:r>
          </w:p>
          <w:p w:rsidR="002A01E6" w:rsidP="002A01E6" w:rsidRDefault="002A01E6" w14:paraId="190193B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A2672">
              <w:rPr>
                <w:rFonts w:ascii="Corbel" w:hAnsi="Corbel"/>
                <w:bCs/>
                <w:smallCaps w:val="0"/>
                <w:szCs w:val="24"/>
              </w:rPr>
              <w:t>Zal</w:t>
            </w:r>
            <w:proofErr w:type="spellEnd"/>
            <w:r w:rsidRPr="008A2672">
              <w:rPr>
                <w:rFonts w:ascii="Corbel" w:hAnsi="Corbel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spełnia warunki formalne i merytoryczne.</w:t>
            </w:r>
          </w:p>
          <w:p w:rsidRPr="009C54AE" w:rsidR="0085747A" w:rsidP="002A01E6" w:rsidRDefault="002A01E6" w14:paraId="4F0D4C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A2672">
              <w:rPr>
                <w:rFonts w:ascii="Corbel" w:hAnsi="Corbel"/>
                <w:bCs/>
                <w:smallCaps w:val="0"/>
                <w:szCs w:val="24"/>
              </w:rPr>
              <w:t>Nzal</w:t>
            </w:r>
            <w:proofErr w:type="spellEnd"/>
            <w:r w:rsidRPr="008A2672">
              <w:rPr>
                <w:rFonts w:ascii="Corbel" w:hAnsi="Corbel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nie spełnia warunków formalnych i/lub merytorycznych.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AD0F21F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67C3B" w:rsidRDefault="00787F0C" w14:paraId="6CC8039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267C3B" w:rsidRDefault="00267C3B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2A1FAE50" wp14:textId="77777777">
        <w:tc>
          <w:tcPr>
            <w:tcW w:w="4962" w:type="dxa"/>
          </w:tcPr>
          <w:p w:rsidRPr="009C54AE" w:rsidR="00C61DC5" w:rsidP="009C54AE" w:rsidRDefault="00C61DC5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67C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267C3B" w:rsidRDefault="002A01E6" w14:paraId="4BFDD70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7C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85747A" w:rsidTr="00923D7D" w14:paraId="03AA995E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67C3B" w:rsidRDefault="00267C3B" w14:paraId="6A89157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87F0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923D7D" w14:paraId="41DF79FA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67C3B" w:rsidR="0085747A" w:rsidP="00267C3B" w:rsidRDefault="00787F0C" w14:paraId="29B4EA1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xmlns:wp14="http://schemas.microsoft.com/office/word/2010/wordml" w:rsidRPr="009C54AE" w:rsidR="003E1941" w:rsidP="009C54AE" w:rsidRDefault="003E1941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267C3B" w:rsidTr="00267C3B" w14:paraId="04668BC4" wp14:textId="77777777">
        <w:trPr>
          <w:trHeight w:val="397"/>
        </w:trPr>
        <w:tc>
          <w:tcPr>
            <w:tcW w:w="3544" w:type="dxa"/>
          </w:tcPr>
          <w:p w:rsidRPr="009C54AE" w:rsidR="00267C3B" w:rsidP="00267C3B" w:rsidRDefault="00267C3B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267C3B" w:rsidP="00267C3B" w:rsidRDefault="00287595" w14:paraId="0EC7074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xmlns:wp14="http://schemas.microsoft.com/office/word/2010/wordml" w:rsidRPr="009C54AE" w:rsidR="00267C3B" w:rsidTr="00267C3B" w14:paraId="714DE0BB" wp14:textId="77777777">
        <w:trPr>
          <w:trHeight w:val="397"/>
        </w:trPr>
        <w:tc>
          <w:tcPr>
            <w:tcW w:w="3544" w:type="dxa"/>
          </w:tcPr>
          <w:p w:rsidRPr="009C54AE" w:rsidR="00267C3B" w:rsidP="00267C3B" w:rsidRDefault="00267C3B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E4879" w:rsidR="002A01E6" w:rsidP="002A01E6" w:rsidRDefault="002A01E6" w14:paraId="650D017F" wp14:textId="77777777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pacing w:val="-4"/>
                <w:sz w:val="24"/>
                <w:szCs w:val="24"/>
              </w:rPr>
              <w:t>Z</w:t>
            </w: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godne z Regulaminem praktyk na</w:t>
            </w:r>
          </w:p>
          <w:p w:rsidRPr="002A01E6" w:rsidR="00267C3B" w:rsidP="002A01E6" w:rsidRDefault="002A01E6" w14:paraId="73F87FA5" wp14:textId="77777777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kierunku praca socjalna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B6993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267C3B" w:rsidTr="0071620A" w14:paraId="1D041A41" wp14:textId="77777777">
        <w:trPr>
          <w:trHeight w:val="397"/>
        </w:trPr>
        <w:tc>
          <w:tcPr>
            <w:tcW w:w="7513" w:type="dxa"/>
          </w:tcPr>
          <w:p w:rsidRPr="003154E8" w:rsidR="00267C3B" w:rsidP="00267C3B" w:rsidRDefault="00267C3B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4E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A01E6" w:rsidR="00267C3B" w:rsidP="002A01E6" w:rsidRDefault="002A01E6" w14:paraId="336E1B01" wp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267C3B" w:rsidTr="0071620A" w14:paraId="2E128CFB" wp14:textId="77777777">
        <w:trPr>
          <w:trHeight w:val="397"/>
        </w:trPr>
        <w:tc>
          <w:tcPr>
            <w:tcW w:w="7513" w:type="dxa"/>
          </w:tcPr>
          <w:p w:rsidRPr="00124D56" w:rsidR="00267C3B" w:rsidP="00267C3B" w:rsidRDefault="00267C3B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D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A01E6" w:rsidR="00267C3B" w:rsidP="002A01E6" w:rsidRDefault="002A01E6" w14:paraId="4216A2A2" wp14:textId="77777777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0A5954" w:rsidP="00C16ABF" w:rsidRDefault="000A5954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A5954" w:rsidP="00C16ABF" w:rsidRDefault="000A5954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-811097966"/>
      <w:docPartObj>
        <w:docPartGallery w:val="Page Numbers (Bottom of Page)"/>
        <w:docPartUnique/>
      </w:docPartObj>
    </w:sdtPr>
    <w:sdtContent>
      <w:p xmlns:wp14="http://schemas.microsoft.com/office/word/2010/wordml" w:rsidR="006523F8" w:rsidRDefault="0087006D" w14:paraId="407CE2FB" wp14:textId="77777777">
        <w:pPr>
          <w:pStyle w:val="Stopka"/>
          <w:jc w:val="right"/>
        </w:pPr>
        <w:r>
          <w:fldChar w:fldCharType="begin"/>
        </w:r>
        <w:r w:rsidR="006523F8">
          <w:instrText>PAGE   \* MERGEFORMAT</w:instrText>
        </w:r>
        <w:r>
          <w:fldChar w:fldCharType="separate"/>
        </w:r>
        <w:r w:rsidR="00BD7508">
          <w:rPr>
            <w:noProof/>
          </w:rPr>
          <w:t>1</w:t>
        </w:r>
        <w:r>
          <w:fldChar w:fldCharType="end"/>
        </w:r>
      </w:p>
    </w:sdtContent>
  </w:sdt>
  <w:p xmlns:wp14="http://schemas.microsoft.com/office/word/2010/wordml" w:rsidR="006523F8" w:rsidRDefault="006523F8" w14:paraId="08CE6F91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0A5954" w:rsidP="00C16ABF" w:rsidRDefault="000A5954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A5954" w:rsidP="00C16ABF" w:rsidRDefault="000A5954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0836"/>
    <w:multiLevelType w:val="hybridMultilevel"/>
    <w:tmpl w:val="983CD674"/>
    <w:lvl w:ilvl="0" w:tplc="C72ECD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C07993"/>
    <w:multiLevelType w:val="hybridMultilevel"/>
    <w:tmpl w:val="CBF2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3MjewsDAwNzY0NTNR0lEKTi0uzszPAykwrAUAbIFWsywAAAA="/>
  </w:docVars>
  <w:rsids>
    <w:rsidRoot w:val="00BD66E9"/>
    <w:rsid w:val="00003FE2"/>
    <w:rsid w:val="000048FD"/>
    <w:rsid w:val="00005D2F"/>
    <w:rsid w:val="000077B4"/>
    <w:rsid w:val="00015B8F"/>
    <w:rsid w:val="00022ECE"/>
    <w:rsid w:val="00024E50"/>
    <w:rsid w:val="00035FA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954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B74"/>
    <w:rsid w:val="001A70D2"/>
    <w:rsid w:val="001D657B"/>
    <w:rsid w:val="001D7B54"/>
    <w:rsid w:val="001E0209"/>
    <w:rsid w:val="001F2CA2"/>
    <w:rsid w:val="002144C0"/>
    <w:rsid w:val="0022121D"/>
    <w:rsid w:val="0022477D"/>
    <w:rsid w:val="002278A9"/>
    <w:rsid w:val="002336F9"/>
    <w:rsid w:val="0024028F"/>
    <w:rsid w:val="00244ABC"/>
    <w:rsid w:val="00267C3B"/>
    <w:rsid w:val="00281FF2"/>
    <w:rsid w:val="002857DE"/>
    <w:rsid w:val="00287595"/>
    <w:rsid w:val="00291567"/>
    <w:rsid w:val="002A01E6"/>
    <w:rsid w:val="002A22BF"/>
    <w:rsid w:val="002A2389"/>
    <w:rsid w:val="002A671D"/>
    <w:rsid w:val="002A7777"/>
    <w:rsid w:val="002B4D55"/>
    <w:rsid w:val="002B5EA0"/>
    <w:rsid w:val="002B6119"/>
    <w:rsid w:val="002C057E"/>
    <w:rsid w:val="002C1F06"/>
    <w:rsid w:val="002D3375"/>
    <w:rsid w:val="002D73D4"/>
    <w:rsid w:val="002F02A3"/>
    <w:rsid w:val="002F4ABE"/>
    <w:rsid w:val="003018BA"/>
    <w:rsid w:val="0030395F"/>
    <w:rsid w:val="00305708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68F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0C5"/>
    <w:rsid w:val="0056696D"/>
    <w:rsid w:val="0059484D"/>
    <w:rsid w:val="005A0855"/>
    <w:rsid w:val="005A133C"/>
    <w:rsid w:val="005A3196"/>
    <w:rsid w:val="005B6F4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F8"/>
    <w:rsid w:val="00654934"/>
    <w:rsid w:val="006620D9"/>
    <w:rsid w:val="00671958"/>
    <w:rsid w:val="00675843"/>
    <w:rsid w:val="00696477"/>
    <w:rsid w:val="006B4A27"/>
    <w:rsid w:val="006D04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87F0C"/>
    <w:rsid w:val="00790E27"/>
    <w:rsid w:val="007A4022"/>
    <w:rsid w:val="007A6E6E"/>
    <w:rsid w:val="007C3299"/>
    <w:rsid w:val="007C3BCC"/>
    <w:rsid w:val="007C4546"/>
    <w:rsid w:val="007D2B0C"/>
    <w:rsid w:val="007D6E56"/>
    <w:rsid w:val="007F4155"/>
    <w:rsid w:val="0081554D"/>
    <w:rsid w:val="0081707E"/>
    <w:rsid w:val="008349C8"/>
    <w:rsid w:val="008449B3"/>
    <w:rsid w:val="008552A2"/>
    <w:rsid w:val="0085747A"/>
    <w:rsid w:val="008700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042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4A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508"/>
    <w:rsid w:val="00BE39A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5B"/>
    <w:rsid w:val="00D608D1"/>
    <w:rsid w:val="00D74119"/>
    <w:rsid w:val="00D8075B"/>
    <w:rsid w:val="00D8678B"/>
    <w:rsid w:val="00DA2114"/>
    <w:rsid w:val="00DE09C0"/>
    <w:rsid w:val="00DE4A14"/>
    <w:rsid w:val="00DF154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503C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36D68D"/>
  <w15:docId w15:val="{979E0DB2-D5C6-45B0-9BB7-5D1117CD20D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1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4A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114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4A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114AC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0bceee1745474a6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be5ea-f2c8-4f0d-828b-51e50d0d0e82}"/>
      </w:docPartPr>
      <w:docPartBody>
        <w:p w14:paraId="652DB9D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35BA9-7D10-4C9A-9DB8-3C34D5358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DDC8C2-684F-4CDE-BCD9-7C6DE4C07A95}"/>
</file>

<file path=customXml/itemProps3.xml><?xml version="1.0" encoding="utf-8"?>
<ds:datastoreItem xmlns:ds="http://schemas.openxmlformats.org/officeDocument/2006/customXml" ds:itemID="{F561FB37-FED4-428D-B508-1DFBB711BCAF}"/>
</file>

<file path=customXml/itemProps4.xml><?xml version="1.0" encoding="utf-8"?>
<ds:datastoreItem xmlns:ds="http://schemas.openxmlformats.org/officeDocument/2006/customXml" ds:itemID="{5436243F-A56F-4FB8-89C1-FFA92907C4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2021-10-03T09:32:00.0000000Z</dcterms:created>
  <dcterms:modified xsi:type="dcterms:W3CDTF">2021-10-05T19:23:25.8301547Z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